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E1" w:rsidRPr="006249E1" w:rsidRDefault="007E1613" w:rsidP="006249E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Akosa </w:t>
      </w:r>
      <w:sdt>
        <w:sdtPr>
          <w:rPr>
            <w:rFonts w:ascii="Times New Roman" w:hAnsi="Times New Roman" w:cs="Times New Roman"/>
            <w:sz w:val="24"/>
            <w:szCs w:val="24"/>
          </w:rPr>
          <w:alias w:val="Author"/>
          <w:id w:val="1902856782"/>
          <w:placeholder>
            <w:docPart w:val="3503A6E7A58F42BEB2C88E2B55AF83EA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>
            <w:rPr>
              <w:rFonts w:ascii="Times New Roman" w:hAnsi="Times New Roman" w:cs="Times New Roman"/>
              <w:sz w:val="24"/>
              <w:szCs w:val="24"/>
            </w:rPr>
            <w:t>Erinne</w:t>
          </w:r>
        </w:sdtContent>
      </w:sdt>
    </w:p>
    <w:sdt>
      <w:sdtPr>
        <w:rPr>
          <w:rFonts w:ascii="Times New Roman" w:hAnsi="Times New Roman" w:cs="Times New Roman"/>
          <w:sz w:val="24"/>
          <w:szCs w:val="24"/>
        </w:rPr>
        <w:alias w:val="Manager"/>
        <w:id w:val="1902856797"/>
        <w:placeholder>
          <w:docPart w:val="64CED365EE444DB39AC7AC916439136B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Content>
        <w:p w:rsidR="006249E1" w:rsidRPr="007E1613" w:rsidRDefault="002163C8" w:rsidP="006249E1">
          <w:pPr>
            <w:spacing w:after="0" w:line="48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Kearney</w:t>
          </w:r>
        </w:p>
      </w:sdtContent>
    </w:sdt>
    <w:p w:rsidR="006249E1" w:rsidRPr="006249E1" w:rsidRDefault="007E1613" w:rsidP="006249E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Gifted World Literature</w:t>
      </w:r>
    </w:p>
    <w:p w:rsidR="006249E1" w:rsidRPr="006249E1" w:rsidRDefault="007E1613" w:rsidP="006249E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</w:t>
      </w:r>
      <w:r w:rsidR="006249E1" w:rsidRPr="006249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April</w:t>
      </w:r>
      <w:r w:rsidR="006249E1" w:rsidRPr="006249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2012</w:t>
      </w:r>
    </w:p>
    <w:sdt>
      <w:sdtPr>
        <w:rPr>
          <w:rFonts w:ascii="Times New Roman" w:hAnsi="Times New Roman" w:cs="Times New Roman"/>
          <w:sz w:val="24"/>
          <w:szCs w:val="24"/>
        </w:rPr>
        <w:alias w:val="Title"/>
        <w:id w:val="1902856792"/>
        <w:placeholder>
          <w:docPart w:val="DC08FE111A9844518C10551E558CF76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:rsidR="006249E1" w:rsidRPr="006249E1" w:rsidRDefault="00B96B0C" w:rsidP="00A21D0D">
          <w:pPr>
            <w:spacing w:after="0" w:line="48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Who am I?</w:t>
          </w:r>
        </w:p>
      </w:sdtContent>
    </w:sdt>
    <w:p w:rsidR="00B96B0C" w:rsidRDefault="009F77C7" w:rsidP="005A740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7:00 on a Monday Morning. I reluctantly rise, with animosity towards the commencement of a new school week.</w:t>
      </w:r>
      <w:r w:rsidR="004812A4">
        <w:rPr>
          <w:rFonts w:ascii="Times New Roman" w:hAnsi="Times New Roman" w:cs="Times New Roman"/>
          <w:sz w:val="24"/>
          <w:szCs w:val="24"/>
        </w:rPr>
        <w:t xml:space="preserve"> I brush my teeth, splash some water in my face, gaze into my mirror, and ask, “Who am I?</w:t>
      </w:r>
      <w:r w:rsidR="0015361B">
        <w:rPr>
          <w:rFonts w:ascii="Times New Roman" w:hAnsi="Times New Roman" w:cs="Times New Roman"/>
          <w:sz w:val="24"/>
          <w:szCs w:val="24"/>
        </w:rPr>
        <w:t>”</w:t>
      </w:r>
      <w:r w:rsidR="004812A4">
        <w:rPr>
          <w:rFonts w:ascii="Times New Roman" w:hAnsi="Times New Roman" w:cs="Times New Roman"/>
          <w:sz w:val="24"/>
          <w:szCs w:val="24"/>
        </w:rPr>
        <w:t xml:space="preserve"> Be</w:t>
      </w:r>
      <w:r w:rsidR="0015361B">
        <w:rPr>
          <w:rFonts w:ascii="Times New Roman" w:hAnsi="Times New Roman" w:cs="Times New Roman"/>
          <w:sz w:val="24"/>
          <w:szCs w:val="24"/>
        </w:rPr>
        <w:t>fore I lose myself in answering</w:t>
      </w:r>
      <w:r w:rsidR="004812A4">
        <w:rPr>
          <w:rFonts w:ascii="Times New Roman" w:hAnsi="Times New Roman" w:cs="Times New Roman"/>
          <w:sz w:val="24"/>
          <w:szCs w:val="24"/>
        </w:rPr>
        <w:t xml:space="preserve"> this question, I push it to the back of my mind for later and proceed to </w:t>
      </w:r>
      <w:r w:rsidR="0015361B">
        <w:rPr>
          <w:rFonts w:ascii="Times New Roman" w:hAnsi="Times New Roman" w:cs="Times New Roman"/>
          <w:sz w:val="24"/>
          <w:szCs w:val="24"/>
        </w:rPr>
        <w:t xml:space="preserve">my morning shower. </w:t>
      </w:r>
      <w:r w:rsidR="00F41565">
        <w:rPr>
          <w:rFonts w:ascii="Times New Roman" w:hAnsi="Times New Roman" w:cs="Times New Roman"/>
          <w:sz w:val="24"/>
          <w:szCs w:val="24"/>
        </w:rPr>
        <w:t>Encompassed</w:t>
      </w:r>
      <w:r w:rsidR="00D36137">
        <w:rPr>
          <w:rFonts w:ascii="Times New Roman" w:hAnsi="Times New Roman" w:cs="Times New Roman"/>
          <w:sz w:val="24"/>
          <w:szCs w:val="24"/>
        </w:rPr>
        <w:t xml:space="preserve"> in the serenity that only a lukewarm shower can offer, my thoughts run aimlessly until they encounter another question: “Who do I want to be</w:t>
      </w:r>
      <w:r w:rsidR="00DC4F87">
        <w:rPr>
          <w:rFonts w:ascii="Times New Roman" w:hAnsi="Times New Roman" w:cs="Times New Roman"/>
          <w:sz w:val="24"/>
          <w:szCs w:val="24"/>
        </w:rPr>
        <w:t>?” A long list of careers run through my mind and by the time I regain focus, I am already behind schedule. I jump out of the shower, get dressed, and hastily consume a bagel before dashing outside to my golf cart. Five minutes into the commute, as I am running stop signs and careening around blind curves, I begin to wonder if all of th</w:t>
      </w:r>
      <w:r w:rsidR="004E7A7B">
        <w:rPr>
          <w:rFonts w:ascii="Times New Roman" w:hAnsi="Times New Roman" w:cs="Times New Roman"/>
          <w:sz w:val="24"/>
          <w:szCs w:val="24"/>
        </w:rPr>
        <w:t>e</w:t>
      </w:r>
      <w:r w:rsidR="00DC4F87">
        <w:rPr>
          <w:rFonts w:ascii="Times New Roman" w:hAnsi="Times New Roman" w:cs="Times New Roman"/>
          <w:sz w:val="24"/>
          <w:szCs w:val="24"/>
        </w:rPr>
        <w:t xml:space="preserve"> stress that comes with school is really worth anything to anyone. “Who am I?” “Who do I want to be?” “How do I make a positive contribution to the world?” While other students may see this </w:t>
      </w:r>
      <w:r w:rsidR="00DE5910">
        <w:rPr>
          <w:rFonts w:ascii="Times New Roman" w:hAnsi="Times New Roman" w:cs="Times New Roman"/>
          <w:sz w:val="24"/>
          <w:szCs w:val="24"/>
        </w:rPr>
        <w:t xml:space="preserve">assignment </w:t>
      </w:r>
      <w:r w:rsidR="00DC4F87">
        <w:rPr>
          <w:rFonts w:ascii="Times New Roman" w:hAnsi="Times New Roman" w:cs="Times New Roman"/>
          <w:sz w:val="24"/>
          <w:szCs w:val="24"/>
        </w:rPr>
        <w:t>as an obligation, I graciously accept this as a much needed opportunity to take time and answer these questions for myself</w:t>
      </w:r>
      <w:r w:rsidR="0017589B">
        <w:rPr>
          <w:rFonts w:ascii="Times New Roman" w:hAnsi="Times New Roman" w:cs="Times New Roman"/>
          <w:sz w:val="24"/>
          <w:szCs w:val="24"/>
        </w:rPr>
        <w:t>.</w:t>
      </w:r>
    </w:p>
    <w:p w:rsidR="00364E21" w:rsidRDefault="00B96B0C" w:rsidP="005A740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am I? </w:t>
      </w:r>
      <w:r w:rsidR="0017589B">
        <w:rPr>
          <w:rFonts w:ascii="Times New Roman" w:hAnsi="Times New Roman" w:cs="Times New Roman"/>
          <w:sz w:val="24"/>
          <w:szCs w:val="24"/>
        </w:rPr>
        <w:t>My answer to this question is typically subjective to who is asking. For example,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589B">
        <w:rPr>
          <w:rFonts w:ascii="Times New Roman" w:hAnsi="Times New Roman" w:cs="Times New Roman"/>
          <w:sz w:val="24"/>
          <w:szCs w:val="24"/>
        </w:rPr>
        <w:t>if someone from the class of 2013 were to ask me who I was, I would identify myself by</w:t>
      </w:r>
      <w:r w:rsidR="002C5A8C">
        <w:rPr>
          <w:rFonts w:ascii="Times New Roman" w:hAnsi="Times New Roman" w:cs="Times New Roman"/>
          <w:sz w:val="24"/>
          <w:szCs w:val="24"/>
        </w:rPr>
        <w:t xml:space="preserve"> </w:t>
      </w:r>
      <w:r w:rsidR="0017589B">
        <w:rPr>
          <w:rFonts w:ascii="Times New Roman" w:hAnsi="Times New Roman" w:cs="Times New Roman"/>
          <w:sz w:val="24"/>
          <w:szCs w:val="24"/>
        </w:rPr>
        <w:t xml:space="preserve">name and further elaborate by informing them I am Somto’s brother. However, </w:t>
      </w:r>
      <w:r w:rsidR="002C5A8C">
        <w:rPr>
          <w:rFonts w:ascii="Times New Roman" w:hAnsi="Times New Roman" w:cs="Times New Roman"/>
          <w:sz w:val="24"/>
          <w:szCs w:val="24"/>
        </w:rPr>
        <w:t xml:space="preserve">by answering </w:t>
      </w:r>
      <w:r w:rsidR="0017589B">
        <w:rPr>
          <w:rFonts w:ascii="Times New Roman" w:hAnsi="Times New Roman" w:cs="Times New Roman"/>
          <w:sz w:val="24"/>
          <w:szCs w:val="24"/>
        </w:rPr>
        <w:t xml:space="preserve">identities like brother and son, </w:t>
      </w:r>
      <w:r w:rsidR="002C5A8C">
        <w:rPr>
          <w:rFonts w:ascii="Times New Roman" w:hAnsi="Times New Roman" w:cs="Times New Roman"/>
          <w:sz w:val="24"/>
          <w:szCs w:val="24"/>
        </w:rPr>
        <w:t>I feel their</w:t>
      </w:r>
      <w:r w:rsidR="002C5A8C">
        <w:rPr>
          <w:rFonts w:ascii="Times New Roman" w:hAnsi="Times New Roman" w:cs="Times New Roman"/>
          <w:sz w:val="24"/>
          <w:szCs w:val="24"/>
        </w:rPr>
        <w:t xml:space="preserve"> </w:t>
      </w:r>
      <w:r w:rsidR="002C5A8C">
        <w:rPr>
          <w:rFonts w:ascii="Times New Roman" w:hAnsi="Times New Roman" w:cs="Times New Roman"/>
          <w:sz w:val="24"/>
          <w:szCs w:val="24"/>
        </w:rPr>
        <w:t>importance</w:t>
      </w:r>
      <w:r w:rsidR="0017589B">
        <w:rPr>
          <w:rFonts w:ascii="Times New Roman" w:hAnsi="Times New Roman" w:cs="Times New Roman"/>
          <w:sz w:val="24"/>
          <w:szCs w:val="24"/>
        </w:rPr>
        <w:t xml:space="preserve"> </w:t>
      </w:r>
      <w:r w:rsidR="002C5A8C">
        <w:rPr>
          <w:rFonts w:ascii="Times New Roman" w:hAnsi="Times New Roman" w:cs="Times New Roman"/>
          <w:sz w:val="24"/>
          <w:szCs w:val="24"/>
        </w:rPr>
        <w:t>ebb away</w:t>
      </w:r>
      <w:r w:rsidR="002C5A8C">
        <w:rPr>
          <w:rFonts w:ascii="Times New Roman" w:hAnsi="Times New Roman" w:cs="Times New Roman"/>
          <w:sz w:val="24"/>
          <w:szCs w:val="24"/>
        </w:rPr>
        <w:t xml:space="preserve"> </w:t>
      </w:r>
      <w:r w:rsidR="0017589B">
        <w:rPr>
          <w:rFonts w:ascii="Times New Roman" w:hAnsi="Times New Roman" w:cs="Times New Roman"/>
          <w:sz w:val="24"/>
          <w:szCs w:val="24"/>
        </w:rPr>
        <w:t xml:space="preserve">after I tell so many people. This is because, although it is possible to be especially compassionate towards family members, </w:t>
      </w:r>
      <w:r w:rsidR="002C5A8C">
        <w:rPr>
          <w:rFonts w:ascii="Times New Roman" w:hAnsi="Times New Roman" w:cs="Times New Roman"/>
          <w:sz w:val="24"/>
          <w:szCs w:val="24"/>
        </w:rPr>
        <w:t xml:space="preserve">I </w:t>
      </w:r>
      <w:r w:rsidR="002C5A8C">
        <w:rPr>
          <w:rFonts w:ascii="Times New Roman" w:hAnsi="Times New Roman" w:cs="Times New Roman"/>
          <w:sz w:val="24"/>
          <w:szCs w:val="24"/>
        </w:rPr>
        <w:lastRenderedPageBreak/>
        <w:t>cannot be truly passionate about belonging to a family. Contrarily, I am intensely passionate about two things that provide immense enrichment to my life: athletics and technology</w:t>
      </w:r>
      <w:r w:rsidR="00654A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60BC" w:rsidRDefault="00654A2D" w:rsidP="005A740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Running mile after mile in c</w:t>
      </w:r>
      <w:r w:rsidR="00364E21">
        <w:rPr>
          <w:rFonts w:ascii="Times New Roman" w:hAnsi="Times New Roman" w:cs="Times New Roman"/>
          <w:sz w:val="24"/>
          <w:szCs w:val="24"/>
        </w:rPr>
        <w:t xml:space="preserve">onditioning for cross country, I </w:t>
      </w:r>
      <w:r w:rsidR="00130718">
        <w:rPr>
          <w:rFonts w:ascii="Times New Roman" w:hAnsi="Times New Roman" w:cs="Times New Roman"/>
          <w:sz w:val="24"/>
          <w:szCs w:val="24"/>
        </w:rPr>
        <w:t>was enamored</w:t>
      </w:r>
      <w:r w:rsidR="00364E21">
        <w:rPr>
          <w:rFonts w:ascii="Times New Roman" w:hAnsi="Times New Roman" w:cs="Times New Roman"/>
          <w:sz w:val="24"/>
          <w:szCs w:val="24"/>
        </w:rPr>
        <w:t xml:space="preserve"> with the extensive golf cart paths of Peachtree City, and began to truly appreciate the vivacious </w:t>
      </w:r>
      <w:r w:rsidR="00DE5910">
        <w:rPr>
          <w:rFonts w:ascii="Times New Roman" w:hAnsi="Times New Roman" w:cs="Times New Roman"/>
          <w:sz w:val="24"/>
          <w:szCs w:val="24"/>
        </w:rPr>
        <w:t>flora and fauna</w:t>
      </w:r>
      <w:r w:rsidR="00DE5910">
        <w:rPr>
          <w:rFonts w:ascii="Times New Roman" w:hAnsi="Times New Roman" w:cs="Times New Roman"/>
          <w:sz w:val="24"/>
          <w:szCs w:val="24"/>
        </w:rPr>
        <w:t xml:space="preserve"> </w:t>
      </w:r>
      <w:r w:rsidR="00364E21">
        <w:rPr>
          <w:rFonts w:ascii="Times New Roman" w:hAnsi="Times New Roman" w:cs="Times New Roman"/>
          <w:sz w:val="24"/>
          <w:szCs w:val="24"/>
        </w:rPr>
        <w:t>that lived on their sides.</w:t>
      </w:r>
      <w:r w:rsidR="00926A08">
        <w:rPr>
          <w:rFonts w:ascii="Times New Roman" w:hAnsi="Times New Roman" w:cs="Times New Roman"/>
          <w:sz w:val="24"/>
          <w:szCs w:val="24"/>
        </w:rPr>
        <w:t xml:space="preserve"> Running cross country</w:t>
      </w:r>
      <w:r w:rsidR="00364E21">
        <w:rPr>
          <w:rFonts w:ascii="Times New Roman" w:hAnsi="Times New Roman" w:cs="Times New Roman"/>
          <w:sz w:val="24"/>
          <w:szCs w:val="24"/>
        </w:rPr>
        <w:t xml:space="preserve"> helped me develop an unbreakable devotion, almost as strong as my family ties, to my coach and teammates</w:t>
      </w:r>
      <w:r w:rsidR="00926A08">
        <w:rPr>
          <w:rFonts w:ascii="Times New Roman" w:hAnsi="Times New Roman" w:cs="Times New Roman"/>
          <w:sz w:val="24"/>
          <w:szCs w:val="24"/>
        </w:rPr>
        <w:t xml:space="preserve">, and pushed me closer to my full mental and physical potential. </w:t>
      </w:r>
      <w:r w:rsidR="004B1AB2">
        <w:rPr>
          <w:rFonts w:ascii="Times New Roman" w:hAnsi="Times New Roman" w:cs="Times New Roman"/>
          <w:sz w:val="24"/>
          <w:szCs w:val="24"/>
        </w:rPr>
        <w:t xml:space="preserve"> </w:t>
      </w:r>
      <w:r w:rsidR="00364E21">
        <w:rPr>
          <w:rFonts w:ascii="Times New Roman" w:hAnsi="Times New Roman" w:cs="Times New Roman"/>
          <w:sz w:val="24"/>
          <w:szCs w:val="24"/>
        </w:rPr>
        <w:t>To claim that technology merely provides immense enrichment to my life was an understatement: I am a technophile.</w:t>
      </w:r>
      <w:r w:rsidR="00B738C4">
        <w:rPr>
          <w:rFonts w:ascii="Times New Roman" w:hAnsi="Times New Roman" w:cs="Times New Roman"/>
          <w:sz w:val="24"/>
          <w:szCs w:val="24"/>
        </w:rPr>
        <w:t xml:space="preserve"> My first spark of enthusiasm can be seen as far back as 2000; </w:t>
      </w:r>
      <w:r w:rsidR="001A48FA">
        <w:rPr>
          <w:rFonts w:ascii="Times New Roman" w:hAnsi="Times New Roman" w:cs="Times New Roman"/>
          <w:sz w:val="24"/>
          <w:szCs w:val="24"/>
        </w:rPr>
        <w:t>when</w:t>
      </w:r>
      <w:r w:rsidR="00B738C4">
        <w:rPr>
          <w:rFonts w:ascii="Times New Roman" w:hAnsi="Times New Roman" w:cs="Times New Roman"/>
          <w:sz w:val="24"/>
          <w:szCs w:val="24"/>
        </w:rPr>
        <w:t xml:space="preserve"> my peers were playing Twister, I was </w:t>
      </w:r>
      <w:r w:rsidR="005D2F21">
        <w:rPr>
          <w:rFonts w:ascii="Times New Roman" w:hAnsi="Times New Roman" w:cs="Times New Roman"/>
          <w:sz w:val="24"/>
          <w:szCs w:val="24"/>
        </w:rPr>
        <w:t>demolishing</w:t>
      </w:r>
      <w:r w:rsidR="00B738C4">
        <w:rPr>
          <w:rFonts w:ascii="Times New Roman" w:hAnsi="Times New Roman" w:cs="Times New Roman"/>
          <w:sz w:val="24"/>
          <w:szCs w:val="24"/>
        </w:rPr>
        <w:t xml:space="preserve"> all competition on the Super Nintendo. Around 2004, the fire grew brighter </w:t>
      </w:r>
      <w:r w:rsidR="0010688D">
        <w:rPr>
          <w:rFonts w:ascii="Times New Roman" w:hAnsi="Times New Roman" w:cs="Times New Roman"/>
          <w:sz w:val="24"/>
          <w:szCs w:val="24"/>
        </w:rPr>
        <w:t xml:space="preserve">when </w:t>
      </w:r>
      <w:r w:rsidR="00B738C4">
        <w:rPr>
          <w:rFonts w:ascii="Times New Roman" w:hAnsi="Times New Roman" w:cs="Times New Roman"/>
          <w:sz w:val="24"/>
          <w:szCs w:val="24"/>
        </w:rPr>
        <w:t xml:space="preserve">I obtained a Playstation 2, and by the end of freshman year, </w:t>
      </w:r>
      <w:r w:rsidR="002D60BC">
        <w:rPr>
          <w:rFonts w:ascii="Times New Roman" w:hAnsi="Times New Roman" w:cs="Times New Roman"/>
          <w:sz w:val="24"/>
          <w:szCs w:val="24"/>
        </w:rPr>
        <w:t xml:space="preserve">the year </w:t>
      </w:r>
      <w:r w:rsidR="00B738C4">
        <w:rPr>
          <w:rFonts w:ascii="Times New Roman" w:hAnsi="Times New Roman" w:cs="Times New Roman"/>
          <w:sz w:val="24"/>
          <w:szCs w:val="24"/>
        </w:rPr>
        <w:t xml:space="preserve">in which </w:t>
      </w:r>
      <w:r w:rsidR="002D60BC">
        <w:rPr>
          <w:rFonts w:ascii="Times New Roman" w:hAnsi="Times New Roman" w:cs="Times New Roman"/>
          <w:sz w:val="24"/>
          <w:szCs w:val="24"/>
        </w:rPr>
        <w:t>my parents purchased a laptop for me</w:t>
      </w:r>
      <w:r w:rsidR="00B738C4">
        <w:rPr>
          <w:rFonts w:ascii="Times New Roman" w:hAnsi="Times New Roman" w:cs="Times New Roman"/>
          <w:sz w:val="24"/>
          <w:szCs w:val="24"/>
        </w:rPr>
        <w:t xml:space="preserve">, the entire forest was ablaze. </w:t>
      </w:r>
    </w:p>
    <w:p w:rsidR="005A740D" w:rsidRDefault="002D60BC" w:rsidP="005A740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Whenever friends of my parents ask me what I want to be when I grow up, I instantly feel 10 years younger: I do not have the slightest idea as to what occupation I want to hold. Consequently, I took a different approach in answering the question “What do I want to be?” In the future, I imagine myself running half and full marathons to maintain physique while</w:t>
      </w:r>
      <w:r w:rsidR="004964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relentlessly pursuing a doctorate in computer science at the Massachusetts Institute of Technology. At this point, I hope to have programmed for both the Windows and Linux operating systems, and to have built my own custom operating system</w:t>
      </w:r>
      <w:r w:rsidR="00802772">
        <w:rPr>
          <w:rFonts w:ascii="Times New Roman" w:hAnsi="Times New Roman" w:cs="Times New Roman"/>
          <w:sz w:val="24"/>
          <w:szCs w:val="24"/>
        </w:rPr>
        <w:t>. In this image, I see myself as the master of my world, a leader both inside and outside of my graduate program.</w:t>
      </w:r>
      <w:r w:rsidR="005A740D">
        <w:rPr>
          <w:rFonts w:ascii="Times New Roman" w:hAnsi="Times New Roman" w:cs="Times New Roman"/>
          <w:sz w:val="24"/>
          <w:szCs w:val="24"/>
        </w:rPr>
        <w:t xml:space="preserve"> People ask me how I can be so sure of actualizing these goals; w</w:t>
      </w:r>
      <w:r w:rsidR="00802772">
        <w:rPr>
          <w:rFonts w:ascii="Times New Roman" w:hAnsi="Times New Roman" w:cs="Times New Roman"/>
          <w:sz w:val="24"/>
          <w:szCs w:val="24"/>
        </w:rPr>
        <w:t>ith the love and support of my parents and extended family, and the insurmountable power of an ambitious man with something to prove, I fail to see any likely scenario in which I do not become this person.</w:t>
      </w:r>
    </w:p>
    <w:p w:rsidR="00940A51" w:rsidRDefault="005A740D" w:rsidP="005A740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A740D">
        <w:rPr>
          <w:rFonts w:ascii="Times New Roman" w:hAnsi="Times New Roman" w:cs="Times New Roman"/>
          <w:sz w:val="24"/>
          <w:szCs w:val="24"/>
        </w:rPr>
        <w:lastRenderedPageBreak/>
        <w:t xml:space="preserve">“I am driven by two main philosophies; know more today about the world than I knew yesterday and lessen the suffering of others. You’d be surprised how far that gets you”. </w:t>
      </w:r>
      <w:r>
        <w:rPr>
          <w:rFonts w:ascii="Times New Roman" w:hAnsi="Times New Roman" w:cs="Times New Roman"/>
          <w:sz w:val="24"/>
          <w:szCs w:val="24"/>
        </w:rPr>
        <w:t xml:space="preserve">These words, spoken by Neil </w:t>
      </w:r>
      <w:r w:rsidRPr="005A740D" w:rsidDel="002D60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DeGrasse Tyson, perfectly verbalize </w:t>
      </w:r>
      <w:r w:rsidR="0010688D">
        <w:rPr>
          <w:rFonts w:ascii="Times New Roman" w:hAnsi="Times New Roman" w:cs="Times New Roman"/>
          <w:sz w:val="24"/>
          <w:szCs w:val="24"/>
        </w:rPr>
        <w:t xml:space="preserve">my most potent motives </w:t>
      </w:r>
      <w:r>
        <w:rPr>
          <w:rFonts w:ascii="Times New Roman" w:hAnsi="Times New Roman" w:cs="Times New Roman"/>
          <w:sz w:val="24"/>
          <w:szCs w:val="24"/>
        </w:rPr>
        <w:t xml:space="preserve">for pushing through school. I hope that one </w:t>
      </w:r>
      <w:r w:rsidR="0010688D">
        <w:rPr>
          <w:rFonts w:ascii="Times New Roman" w:hAnsi="Times New Roman" w:cs="Times New Roman"/>
          <w:sz w:val="24"/>
          <w:szCs w:val="24"/>
        </w:rPr>
        <w:t>day,</w:t>
      </w:r>
      <w:r>
        <w:rPr>
          <w:rFonts w:ascii="Times New Roman" w:hAnsi="Times New Roman" w:cs="Times New Roman"/>
          <w:sz w:val="24"/>
          <w:szCs w:val="24"/>
        </w:rPr>
        <w:t xml:space="preserve"> I can produce technological innovation</w:t>
      </w:r>
      <w:r w:rsidR="0010688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that alleviate the burdens of </w:t>
      </w:r>
      <w:r w:rsidR="0010688D">
        <w:rPr>
          <w:rFonts w:ascii="Times New Roman" w:hAnsi="Times New Roman" w:cs="Times New Roman"/>
          <w:sz w:val="24"/>
          <w:szCs w:val="24"/>
        </w:rPr>
        <w:t>everyday</w:t>
      </w:r>
      <w:r>
        <w:rPr>
          <w:rFonts w:ascii="Times New Roman" w:hAnsi="Times New Roman" w:cs="Times New Roman"/>
          <w:sz w:val="24"/>
          <w:szCs w:val="24"/>
        </w:rPr>
        <w:t xml:space="preserve"> life for not</w:t>
      </w:r>
      <w:r w:rsidR="0010688D">
        <w:rPr>
          <w:rFonts w:ascii="Times New Roman" w:hAnsi="Times New Roman" w:cs="Times New Roman"/>
          <w:sz w:val="24"/>
          <w:szCs w:val="24"/>
        </w:rPr>
        <w:t xml:space="preserve"> only</w:t>
      </w:r>
      <w:r>
        <w:rPr>
          <w:rFonts w:ascii="Times New Roman" w:hAnsi="Times New Roman" w:cs="Times New Roman"/>
          <w:sz w:val="24"/>
          <w:szCs w:val="24"/>
        </w:rPr>
        <w:t xml:space="preserve"> the upper and middle classes, but also the less privileged members of societies in both developed and underdeveloped nations.</w:t>
      </w:r>
    </w:p>
    <w:p w:rsidR="006249E1" w:rsidRPr="006249E1" w:rsidRDefault="00940A51" w:rsidP="001958A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discovering who I am, what I want to be, and how I want to influence this world, I </w:t>
      </w:r>
      <w:r w:rsidR="00461D5A">
        <w:rPr>
          <w:rFonts w:ascii="Times New Roman" w:hAnsi="Times New Roman" w:cs="Times New Roman"/>
          <w:sz w:val="24"/>
          <w:szCs w:val="24"/>
        </w:rPr>
        <w:t>have managed to connect with myself on an inconceivable level,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D5A">
        <w:rPr>
          <w:rFonts w:ascii="Times New Roman" w:hAnsi="Times New Roman" w:cs="Times New Roman"/>
          <w:sz w:val="24"/>
          <w:szCs w:val="24"/>
        </w:rPr>
        <w:t>gained a taste of what Maslow would call “self-</w:t>
      </w:r>
      <w:r w:rsidR="0010688D">
        <w:rPr>
          <w:rFonts w:ascii="Times New Roman" w:hAnsi="Times New Roman" w:cs="Times New Roman"/>
          <w:sz w:val="24"/>
          <w:szCs w:val="24"/>
        </w:rPr>
        <w:t>actualization”. It</w:t>
      </w:r>
      <w:r>
        <w:rPr>
          <w:rFonts w:ascii="Times New Roman" w:hAnsi="Times New Roman" w:cs="Times New Roman"/>
          <w:sz w:val="24"/>
          <w:szCs w:val="24"/>
        </w:rPr>
        <w:t xml:space="preserve"> is 11:45 on that same Monday, and I have successfully completed the most arduous of school days. I retire to my bed, close my eyes, and surrender myself to some much needed sleep, knowing that Tuesday is a new day</w:t>
      </w:r>
      <w:r w:rsidR="0010688D">
        <w:rPr>
          <w:rFonts w:ascii="Times New Roman" w:hAnsi="Times New Roman" w:cs="Times New Roman"/>
          <w:sz w:val="24"/>
          <w:szCs w:val="24"/>
        </w:rPr>
        <w:t>.</w:t>
      </w:r>
      <w:r w:rsidR="001958A4" w:rsidRPr="005A740D" w:rsidDel="001958A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249E1" w:rsidRPr="006249E1" w:rsidSect="006249E1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372" w:rsidRDefault="008B4372" w:rsidP="006249E1">
      <w:pPr>
        <w:spacing w:after="0" w:line="240" w:lineRule="auto"/>
      </w:pPr>
      <w:r>
        <w:separator/>
      </w:r>
    </w:p>
  </w:endnote>
  <w:endnote w:type="continuationSeparator" w:id="0">
    <w:p w:rsidR="008B4372" w:rsidRDefault="008B4372" w:rsidP="00624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372" w:rsidRDefault="008B4372" w:rsidP="006249E1">
      <w:pPr>
        <w:spacing w:after="0" w:line="240" w:lineRule="auto"/>
      </w:pPr>
      <w:r>
        <w:separator/>
      </w:r>
    </w:p>
  </w:footnote>
  <w:footnote w:type="continuationSeparator" w:id="0">
    <w:p w:rsidR="008B4372" w:rsidRDefault="008B4372" w:rsidP="00624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E1" w:rsidRPr="006249E1" w:rsidRDefault="00F915F5" w:rsidP="006249E1">
    <w:pPr>
      <w:pStyle w:val="Header"/>
      <w:jc w:val="right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alias w:val="Author"/>
        <w:id w:val="19028567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="007E1613">
          <w:rPr>
            <w:rFonts w:ascii="Times New Roman" w:hAnsi="Times New Roman" w:cs="Times New Roman"/>
            <w:sz w:val="24"/>
            <w:szCs w:val="24"/>
          </w:rPr>
          <w:t>Erinne</w:t>
        </w:r>
      </w:sdtContent>
    </w:sdt>
    <w:r w:rsidR="006249E1" w:rsidRPr="006249E1">
      <w:rPr>
        <w:rFonts w:ascii="Times New Roman" w:hAnsi="Times New Roman" w:cs="Times New Roman"/>
        <w:sz w:val="24"/>
        <w:szCs w:val="24"/>
      </w:rPr>
      <w:t xml:space="preserve"> </w:t>
    </w:r>
    <w:r w:rsidRPr="006249E1">
      <w:rPr>
        <w:rFonts w:ascii="Times New Roman" w:hAnsi="Times New Roman" w:cs="Times New Roman"/>
        <w:sz w:val="24"/>
        <w:szCs w:val="24"/>
      </w:rPr>
      <w:fldChar w:fldCharType="begin"/>
    </w:r>
    <w:r w:rsidR="006249E1" w:rsidRPr="006249E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6249E1">
      <w:rPr>
        <w:rFonts w:ascii="Times New Roman" w:hAnsi="Times New Roman" w:cs="Times New Roman"/>
        <w:sz w:val="24"/>
        <w:szCs w:val="24"/>
      </w:rPr>
      <w:fldChar w:fldCharType="separate"/>
    </w:r>
    <w:r w:rsidR="00A21D0D">
      <w:rPr>
        <w:rFonts w:ascii="Times New Roman" w:hAnsi="Times New Roman" w:cs="Times New Roman"/>
        <w:noProof/>
        <w:sz w:val="24"/>
        <w:szCs w:val="24"/>
      </w:rPr>
      <w:t>2</w:t>
    </w:r>
    <w:r w:rsidRPr="006249E1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613" w:rsidRDefault="007E1613" w:rsidP="007E1613">
    <w:pPr>
      <w:pStyle w:val="Header"/>
      <w:jc w:val="right"/>
    </w:pPr>
    <w:r>
      <w:t>Erinne 1</w:t>
    </w:r>
  </w:p>
  <w:p w:rsidR="007E1613" w:rsidRDefault="007E161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96B0C"/>
    <w:rsid w:val="000204B1"/>
    <w:rsid w:val="0010688D"/>
    <w:rsid w:val="00130718"/>
    <w:rsid w:val="00131B3D"/>
    <w:rsid w:val="0015361B"/>
    <w:rsid w:val="0017589B"/>
    <w:rsid w:val="001958A4"/>
    <w:rsid w:val="001A48FA"/>
    <w:rsid w:val="001E715C"/>
    <w:rsid w:val="002163C8"/>
    <w:rsid w:val="002C5A8C"/>
    <w:rsid w:val="002D60BC"/>
    <w:rsid w:val="00364E21"/>
    <w:rsid w:val="003705DB"/>
    <w:rsid w:val="00382837"/>
    <w:rsid w:val="003C50F9"/>
    <w:rsid w:val="00430F04"/>
    <w:rsid w:val="00461D5A"/>
    <w:rsid w:val="004812A4"/>
    <w:rsid w:val="0049648E"/>
    <w:rsid w:val="004B1AB2"/>
    <w:rsid w:val="004E7A7B"/>
    <w:rsid w:val="005A740D"/>
    <w:rsid w:val="005D2F21"/>
    <w:rsid w:val="005E1D74"/>
    <w:rsid w:val="006249E1"/>
    <w:rsid w:val="00640044"/>
    <w:rsid w:val="00641FF4"/>
    <w:rsid w:val="00654A2D"/>
    <w:rsid w:val="00714B75"/>
    <w:rsid w:val="007E1613"/>
    <w:rsid w:val="00802772"/>
    <w:rsid w:val="008B4372"/>
    <w:rsid w:val="00926A08"/>
    <w:rsid w:val="00926F06"/>
    <w:rsid w:val="00940A51"/>
    <w:rsid w:val="009F77C7"/>
    <w:rsid w:val="00A21D0D"/>
    <w:rsid w:val="00A263B6"/>
    <w:rsid w:val="00AB636E"/>
    <w:rsid w:val="00AF6488"/>
    <w:rsid w:val="00B02CBF"/>
    <w:rsid w:val="00B5786E"/>
    <w:rsid w:val="00B738C4"/>
    <w:rsid w:val="00B92BF1"/>
    <w:rsid w:val="00B96B0C"/>
    <w:rsid w:val="00C00B4B"/>
    <w:rsid w:val="00D35529"/>
    <w:rsid w:val="00D36137"/>
    <w:rsid w:val="00DC4F87"/>
    <w:rsid w:val="00DE5910"/>
    <w:rsid w:val="00F41565"/>
    <w:rsid w:val="00F91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4B1"/>
  </w:style>
  <w:style w:type="paragraph" w:styleId="Heading1">
    <w:name w:val="heading 1"/>
    <w:basedOn w:val="Normal"/>
    <w:next w:val="Normal"/>
    <w:link w:val="Heading1Char"/>
    <w:uiPriority w:val="9"/>
    <w:qFormat/>
    <w:rsid w:val="006249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49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9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4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9E1"/>
  </w:style>
  <w:style w:type="paragraph" w:styleId="Footer">
    <w:name w:val="footer"/>
    <w:basedOn w:val="Normal"/>
    <w:link w:val="FooterChar"/>
    <w:uiPriority w:val="99"/>
    <w:semiHidden/>
    <w:unhideWhenUsed/>
    <w:rsid w:val="00624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49E1"/>
  </w:style>
  <w:style w:type="paragraph" w:styleId="Bibliography">
    <w:name w:val="Bibliography"/>
    <w:basedOn w:val="Normal"/>
    <w:next w:val="Normal"/>
    <w:uiPriority w:val="37"/>
    <w:unhideWhenUsed/>
    <w:rsid w:val="006249E1"/>
  </w:style>
  <w:style w:type="character" w:customStyle="1" w:styleId="Heading1Char">
    <w:name w:val="Heading 1 Char"/>
    <w:basedOn w:val="DefaultParagraphFont"/>
    <w:link w:val="Heading1"/>
    <w:uiPriority w:val="9"/>
    <w:rsid w:val="006249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ndows%208%20Stuff\Users\akosa.erinne\Documents\Academics\World%20Literature\MLA%20Forma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503A6E7A58F42BEB2C88E2B55AF8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B45FA4-5C5B-4ABE-8CEE-44644872B619}"/>
      </w:docPartPr>
      <w:docPartBody>
        <w:p w:rsidR="00E75CD1" w:rsidRDefault="009D0F0E">
          <w:pPr>
            <w:pStyle w:val="3503A6E7A58F42BEB2C88E2B55AF83EA"/>
          </w:pPr>
          <w:r w:rsidRPr="00F44DE6">
            <w:rPr>
              <w:rStyle w:val="PlaceholderText"/>
            </w:rPr>
            <w:t>[Author]</w:t>
          </w:r>
        </w:p>
      </w:docPartBody>
    </w:docPart>
    <w:docPart>
      <w:docPartPr>
        <w:name w:val="64CED365EE444DB39AC7AC9164391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750FC-5D2D-4953-929B-34061B40972A}"/>
      </w:docPartPr>
      <w:docPartBody>
        <w:p w:rsidR="00E75CD1" w:rsidRDefault="009D0F0E">
          <w:pPr>
            <w:pStyle w:val="64CED365EE444DB39AC7AC916439136B"/>
          </w:pPr>
          <w:r w:rsidRPr="00F44DE6">
            <w:rPr>
              <w:rStyle w:val="PlaceholderText"/>
            </w:rPr>
            <w:t>[Manager]</w:t>
          </w:r>
        </w:p>
      </w:docPartBody>
    </w:docPart>
    <w:docPart>
      <w:docPartPr>
        <w:name w:val="DC08FE111A9844518C10551E558CF7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243A3-E9F6-49F9-BBA5-13B12A4098D0}"/>
      </w:docPartPr>
      <w:docPartBody>
        <w:p w:rsidR="00E75CD1" w:rsidRDefault="009D0F0E">
          <w:pPr>
            <w:pStyle w:val="DC08FE111A9844518C10551E558CF76F"/>
          </w:pPr>
          <w:r w:rsidRPr="00F44DE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2D9B"/>
    <w:rsid w:val="00862D9B"/>
    <w:rsid w:val="009D0F0E"/>
    <w:rsid w:val="00E75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5CD1"/>
    <w:rPr>
      <w:color w:val="808080"/>
    </w:rPr>
  </w:style>
  <w:style w:type="paragraph" w:customStyle="1" w:styleId="3503A6E7A58F42BEB2C88E2B55AF83EA">
    <w:name w:val="3503A6E7A58F42BEB2C88E2B55AF83EA"/>
    <w:rsid w:val="00E75CD1"/>
  </w:style>
  <w:style w:type="paragraph" w:customStyle="1" w:styleId="64CED365EE444DB39AC7AC916439136B">
    <w:name w:val="64CED365EE444DB39AC7AC916439136B"/>
    <w:rsid w:val="00E75CD1"/>
  </w:style>
  <w:style w:type="paragraph" w:customStyle="1" w:styleId="DC08FE111A9844518C10551E558CF76F">
    <w:name w:val="DC08FE111A9844518C10551E558CF76F"/>
    <w:rsid w:val="00E75CD1"/>
  </w:style>
  <w:style w:type="paragraph" w:customStyle="1" w:styleId="C799BFBCC01C4EF9BD91FF289510055C">
    <w:name w:val="C799BFBCC01C4EF9BD91FF289510055C"/>
    <w:rsid w:val="00862D9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2009-01-30T00:00:00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CB79A8-17C9-4715-968A-E619E33CB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277C8-0827-4A2A-A403-0B7143B78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MLA Format Template</Template>
  <TotalTime>615</TotalTime>
  <Pages>3</Pages>
  <Words>831</Words>
  <Characters>3849</Characters>
  <Application>Microsoft Office Word</Application>
  <DocSecurity>0</DocSecurity>
  <Lines>57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Who am I?</vt:lpstr>
    </vt:vector>
  </TitlesOfParts>
  <Manager>Kearney</Manager>
  <Company/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Who am I?</dc:title>
  <dc:creator>Erinne</dc:creator>
  <cp:lastModifiedBy>Akosa</cp:lastModifiedBy>
  <cp:revision>15</cp:revision>
  <cp:lastPrinted>2012-04-30T03:12:00Z</cp:lastPrinted>
  <dcterms:created xsi:type="dcterms:W3CDTF">2012-04-29T13:54:00Z</dcterms:created>
  <dcterms:modified xsi:type="dcterms:W3CDTF">2012-04-30T03:12:00Z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TC300072599990</vt:lpwstr>
  </property>
  <property fmtid="{D5CDD505-2E9C-101B-9397-08002B2CF9AE}" pid="3" name="Google.Documents.Tracking">
    <vt:lpwstr>true</vt:lpwstr>
  </property>
  <property fmtid="{D5CDD505-2E9C-101B-9397-08002B2CF9AE}" pid="4" name="Google.Documents.DocumentId">
    <vt:lpwstr>1kDNiLI7bSer0etpKUz3caiwUlP62rPeyBpxFCExJBhI</vt:lpwstr>
  </property>
  <property fmtid="{D5CDD505-2E9C-101B-9397-08002B2CF9AE}" pid="5" name="Google.Documents.RevisionId">
    <vt:lpwstr>12994846502675863932</vt:lpwstr>
  </property>
  <property fmtid="{D5CDD505-2E9C-101B-9397-08002B2CF9AE}" pid="6" name="Google.Documents.PreviousRevisionId">
    <vt:lpwstr>01740845426769096273</vt:lpwstr>
  </property>
  <property fmtid="{D5CDD505-2E9C-101B-9397-08002B2CF9AE}" pid="7" name="Google.Documents.PluginVersion">
    <vt:lpwstr>2.0.2662.553</vt:lpwstr>
  </property>
  <property fmtid="{D5CDD505-2E9C-101B-9397-08002B2CF9AE}" pid="8" name="Google.Documents.MergeIncapabilityFlags">
    <vt:i4>0</vt:i4>
  </property>
</Properties>
</file>